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272A0">
              <w:t xml:space="preserve">VTS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:rsidR="000348ED" w:rsidRPr="006F0422" w:rsidRDefault="006773DD" w:rsidP="008F4DC3">
            <w:pPr>
              <w:jc w:val="right"/>
            </w:pPr>
            <w:r>
              <w:t>ENAV24.6.1.19</w:t>
            </w:r>
            <w:bookmarkStart w:id="0" w:name="_GoBack"/>
            <w:bookmarkEnd w:id="0"/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7464E0">
              <w:t>e-Navigation</w:t>
            </w:r>
            <w:r w:rsidR="002C7644">
              <w:t xml:space="preserve"> Committee</w:t>
            </w:r>
          </w:p>
        </w:tc>
        <w:tc>
          <w:tcPr>
            <w:tcW w:w="5461" w:type="dxa"/>
          </w:tcPr>
          <w:p w:rsidR="000348ED" w:rsidRPr="006F0422" w:rsidRDefault="007272A0" w:rsidP="008F4DC3">
            <w:pPr>
              <w:jc w:val="right"/>
            </w:pPr>
            <w:r w:rsidRPr="006F0422">
              <w:t>27</w:t>
            </w:r>
            <w:r w:rsidR="005D05AC" w:rsidRPr="006F0422">
              <w:t xml:space="preserve"> </w:t>
            </w:r>
            <w:r w:rsidRPr="006F0422">
              <w:t>September</w:t>
            </w:r>
            <w:r w:rsidR="005D05AC" w:rsidRPr="006F0422">
              <w:t xml:space="preserve"> 20</w:t>
            </w:r>
            <w:r w:rsidR="001A654A" w:rsidRPr="006F0422">
              <w:t>1</w:t>
            </w:r>
            <w:r w:rsidRPr="006F0422">
              <w:t>9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Pr="00AA2626" w:rsidRDefault="00610B02" w:rsidP="002B0236">
      <w:pPr>
        <w:pStyle w:val="Title"/>
      </w:pPr>
      <w:r w:rsidRPr="007464E0">
        <w:t xml:space="preserve">VTS Committee response </w:t>
      </w:r>
      <w:r w:rsidR="007464E0" w:rsidRPr="007464E0">
        <w:t xml:space="preserve">to a lay-persons description of e-Navigation </w:t>
      </w: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902AA4" w:rsidRPr="00AA2626" w:rsidRDefault="007272A0" w:rsidP="007272A0">
      <w:pPr>
        <w:pStyle w:val="BodyText"/>
      </w:pPr>
      <w:r>
        <w:t>Input</w:t>
      </w:r>
      <w:r w:rsidR="0095248B">
        <w:t xml:space="preserve"> </w:t>
      </w:r>
      <w:r>
        <w:t>paper</w:t>
      </w:r>
      <w:r w:rsidR="009B7309">
        <w:t xml:space="preserve"> VTS47-3.1.1 requests feedback from the VTS Committee on its associated ENAV working document on</w:t>
      </w:r>
      <w:r w:rsidR="007464E0" w:rsidRPr="007464E0">
        <w:t xml:space="preserve"> </w:t>
      </w:r>
      <w:r w:rsidR="003556DA">
        <w:t>“</w:t>
      </w:r>
      <w:r w:rsidR="007464E0" w:rsidRPr="007464E0">
        <w:t>a lay-persons description of e-Navigation</w:t>
      </w:r>
      <w:r w:rsidR="003556DA">
        <w:t>”</w:t>
      </w:r>
      <w:r w:rsidR="007464E0" w:rsidRPr="007464E0">
        <w:t xml:space="preserve"> (</w:t>
      </w:r>
      <w:r w:rsidR="009B7309" w:rsidRPr="007464E0">
        <w:t>VTS47-3.1.1</w:t>
      </w:r>
      <w:r w:rsidR="009B7309">
        <w:t>.</w:t>
      </w:r>
      <w:r w:rsidR="009B7309" w:rsidRPr="007464E0">
        <w:t>1</w:t>
      </w:r>
      <w:r w:rsidR="009B7309">
        <w:t xml:space="preserve"> &amp; </w:t>
      </w:r>
      <w:r w:rsidR="007464E0" w:rsidRPr="007464E0">
        <w:t>ENAV23-12.1.4)</w:t>
      </w:r>
      <w:r w:rsidR="009B7309">
        <w:t xml:space="preserve">. Document VTS47-3.1.1.1 has been reviewed </w:t>
      </w:r>
      <w:r w:rsidR="00352A08">
        <w:t>by the VTS Committee</w:t>
      </w:r>
      <w:r w:rsidR="009B7309">
        <w:t xml:space="preserve"> and this Liaison Note provides feedback for the </w:t>
      </w:r>
      <w:r w:rsidR="00D14ECD">
        <w:t>e-Navigation</w:t>
      </w:r>
      <w:r w:rsidR="009B7309">
        <w:t xml:space="preserve"> Committee</w:t>
      </w:r>
      <w:r w:rsidR="00352A08">
        <w:t>.</w:t>
      </w:r>
    </w:p>
    <w:p w:rsidR="007272A0" w:rsidRDefault="000B5AE8" w:rsidP="007272A0">
      <w:pPr>
        <w:pStyle w:val="Heading1"/>
        <w:tabs>
          <w:tab w:val="clear" w:pos="851"/>
          <w:tab w:val="num" w:pos="567"/>
        </w:tabs>
        <w:rPr>
          <w:rFonts w:cs="Calibri"/>
          <w:lang w:eastAsia="zh-CN"/>
        </w:rPr>
      </w:pPr>
      <w:r>
        <w:rPr>
          <w:rFonts w:cs="Calibri"/>
          <w:lang w:eastAsia="zh-CN"/>
        </w:rPr>
        <w:t>D</w:t>
      </w:r>
      <w:r w:rsidR="007272A0" w:rsidRPr="007272A0">
        <w:rPr>
          <w:rFonts w:cs="Calibri"/>
          <w:lang w:eastAsia="zh-CN"/>
        </w:rPr>
        <w:t xml:space="preserve">iscussion </w:t>
      </w:r>
    </w:p>
    <w:p w:rsidR="006F0422" w:rsidRDefault="006F0422" w:rsidP="007464E0">
      <w:pPr>
        <w:jc w:val="both"/>
        <w:rPr>
          <w:lang w:eastAsia="zh-CN"/>
        </w:rPr>
      </w:pPr>
      <w:r>
        <w:rPr>
          <w:lang w:eastAsia="zh-CN"/>
        </w:rPr>
        <w:t>The VTS Committee acknowledges</w:t>
      </w:r>
      <w:r w:rsidR="007464E0">
        <w:rPr>
          <w:lang w:eastAsia="zh-CN"/>
        </w:rPr>
        <w:t xml:space="preserve"> the efforts made to produce this description. However, the title </w:t>
      </w:r>
      <w:r w:rsidR="00352A08">
        <w:rPr>
          <w:lang w:eastAsia="zh-CN"/>
        </w:rPr>
        <w:t>may</w:t>
      </w:r>
      <w:r w:rsidR="007464E0">
        <w:rPr>
          <w:lang w:eastAsia="zh-CN"/>
        </w:rPr>
        <w:t xml:space="preserve"> be misleading and the content does not reflect the aims of the title. </w:t>
      </w:r>
      <w:r w:rsidR="00EC130A">
        <w:rPr>
          <w:lang w:eastAsia="zh-CN"/>
        </w:rPr>
        <w:t xml:space="preserve"> </w:t>
      </w:r>
    </w:p>
    <w:p w:rsidR="006F0422" w:rsidRDefault="006F0422" w:rsidP="007464E0">
      <w:pPr>
        <w:jc w:val="both"/>
        <w:rPr>
          <w:lang w:eastAsia="zh-CN"/>
        </w:rPr>
      </w:pPr>
    </w:p>
    <w:p w:rsidR="007464E0" w:rsidRPr="006F0422" w:rsidRDefault="003556DA" w:rsidP="007464E0">
      <w:pPr>
        <w:jc w:val="both"/>
        <w:rPr>
          <w:lang w:eastAsia="zh-CN"/>
        </w:rPr>
      </w:pPr>
      <w:r>
        <w:rPr>
          <w:lang w:eastAsia="zh-CN"/>
        </w:rPr>
        <w:t>The VTS Committee considers that</w:t>
      </w:r>
      <w:r w:rsidR="007464E0" w:rsidRPr="006F0422">
        <w:rPr>
          <w:lang w:eastAsia="zh-CN"/>
        </w:rPr>
        <w:t xml:space="preserve"> a </w:t>
      </w:r>
      <w:r>
        <w:rPr>
          <w:lang w:eastAsia="zh-CN"/>
        </w:rPr>
        <w:t>more suitable</w:t>
      </w:r>
      <w:r w:rsidR="007464E0" w:rsidRPr="006F0422">
        <w:rPr>
          <w:lang w:eastAsia="zh-CN"/>
        </w:rPr>
        <w:t xml:space="preserve"> title m</w:t>
      </w:r>
      <w:r>
        <w:rPr>
          <w:lang w:eastAsia="zh-CN"/>
        </w:rPr>
        <w:t>ay</w:t>
      </w:r>
      <w:r w:rsidR="007464E0" w:rsidRPr="006F0422">
        <w:rPr>
          <w:lang w:eastAsia="zh-CN"/>
        </w:rPr>
        <w:t xml:space="preserve"> be “General </w:t>
      </w:r>
      <w:r w:rsidR="006F0422" w:rsidRPr="006F0422">
        <w:rPr>
          <w:lang w:eastAsia="zh-CN"/>
        </w:rPr>
        <w:t>description</w:t>
      </w:r>
      <w:r w:rsidR="007464E0" w:rsidRPr="006F0422">
        <w:rPr>
          <w:lang w:eastAsia="zh-CN"/>
        </w:rPr>
        <w:t xml:space="preserve"> of data exchange within e-Navigation </w:t>
      </w:r>
      <w:r w:rsidR="006F0422" w:rsidRPr="006F0422">
        <w:rPr>
          <w:lang w:eastAsia="zh-CN"/>
        </w:rPr>
        <w:t>concept</w:t>
      </w:r>
      <w:r w:rsidR="007464E0" w:rsidRPr="006F0422">
        <w:rPr>
          <w:lang w:eastAsia="zh-CN"/>
        </w:rPr>
        <w:t xml:space="preserve">”. The document could also be </w:t>
      </w:r>
      <w:r>
        <w:rPr>
          <w:lang w:eastAsia="zh-CN"/>
        </w:rPr>
        <w:t>enhanced</w:t>
      </w:r>
      <w:r w:rsidR="007464E0" w:rsidRPr="006F0422">
        <w:rPr>
          <w:lang w:eastAsia="zh-CN"/>
        </w:rPr>
        <w:t xml:space="preserve"> by using communication or marketing resources outside of the e-Navigation Committee to make a more readable description</w:t>
      </w:r>
      <w:r>
        <w:rPr>
          <w:lang w:eastAsia="zh-CN"/>
        </w:rPr>
        <w:t>.</w:t>
      </w:r>
    </w:p>
    <w:p w:rsidR="009F5C36" w:rsidRPr="006F0422" w:rsidRDefault="008E7A45" w:rsidP="002B0236">
      <w:pPr>
        <w:pStyle w:val="Heading1"/>
      </w:pPr>
      <w:r w:rsidRPr="006F0422">
        <w:t>ACTION REQUESTED</w:t>
      </w:r>
    </w:p>
    <w:p w:rsidR="00EC130A" w:rsidRPr="006F0422" w:rsidRDefault="00EC130A" w:rsidP="003556DA">
      <w:pPr>
        <w:pStyle w:val="List1"/>
        <w:numPr>
          <w:ilvl w:val="0"/>
          <w:numId w:val="0"/>
        </w:numPr>
        <w:rPr>
          <w:lang w:val="en-GB"/>
        </w:rPr>
      </w:pPr>
      <w:r w:rsidRPr="006F0422">
        <w:rPr>
          <w:lang w:val="en-GB"/>
        </w:rPr>
        <w:t xml:space="preserve">The </w:t>
      </w:r>
      <w:r w:rsidR="007464E0" w:rsidRPr="006F0422">
        <w:rPr>
          <w:lang w:val="en-GB"/>
        </w:rPr>
        <w:t>e-Navigation</w:t>
      </w:r>
      <w:r w:rsidR="003556DA">
        <w:rPr>
          <w:lang w:val="en-GB"/>
        </w:rPr>
        <w:t xml:space="preserve"> Committee is requested to c</w:t>
      </w:r>
      <w:r w:rsidRPr="006F0422">
        <w:rPr>
          <w:lang w:val="en-GB"/>
        </w:rPr>
        <w:t xml:space="preserve">onsider this </w:t>
      </w:r>
      <w:r w:rsidR="00352A08">
        <w:rPr>
          <w:lang w:val="en-GB"/>
        </w:rPr>
        <w:t>feedback</w:t>
      </w:r>
      <w:r w:rsidRPr="006F0422">
        <w:rPr>
          <w:lang w:val="en-GB"/>
        </w:rPr>
        <w:t xml:space="preserve"> </w:t>
      </w:r>
      <w:r w:rsidR="007464E0" w:rsidRPr="006F0422">
        <w:rPr>
          <w:lang w:val="en-GB"/>
        </w:rPr>
        <w:t>and</w:t>
      </w:r>
      <w:r w:rsidR="006F0422" w:rsidRPr="006F0422">
        <w:rPr>
          <w:lang w:val="en-GB"/>
        </w:rPr>
        <w:t xml:space="preserve"> take action, as appropriate</w:t>
      </w:r>
      <w:r w:rsidR="003556DA">
        <w:rPr>
          <w:lang w:val="en-GB"/>
        </w:rPr>
        <w:t>.</w:t>
      </w:r>
    </w:p>
    <w:sectPr w:rsidR="00EC130A" w:rsidRPr="006F0422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9A0" w:rsidRDefault="003D29A0" w:rsidP="002B0236">
      <w:r>
        <w:separator/>
      </w:r>
    </w:p>
  </w:endnote>
  <w:endnote w:type="continuationSeparator" w:id="0">
    <w:p w:rsidR="003D29A0" w:rsidRDefault="003D29A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14ECD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9A0" w:rsidRDefault="003D29A0" w:rsidP="002B0236">
      <w:r>
        <w:separator/>
      </w:r>
    </w:p>
  </w:footnote>
  <w:footnote w:type="continuationSeparator" w:id="0">
    <w:p w:rsidR="003D29A0" w:rsidRDefault="003D29A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A45" w:rsidRDefault="006773D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A45" w:rsidRDefault="006773D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3D9B">
      <w:rPr>
        <w:noProof/>
        <w:lang w:val="en-GB" w:eastAsia="en-GB"/>
      </w:rPr>
      <w:drawing>
        <wp:inline distT="0" distB="0" distL="0" distR="0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7A45" w:rsidRDefault="006773DD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35447"/>
    <w:rsid w:val="00152273"/>
    <w:rsid w:val="001A654A"/>
    <w:rsid w:val="001C74CF"/>
    <w:rsid w:val="002B0236"/>
    <w:rsid w:val="002C7644"/>
    <w:rsid w:val="00352A08"/>
    <w:rsid w:val="003556DA"/>
    <w:rsid w:val="00382FAA"/>
    <w:rsid w:val="003D29A0"/>
    <w:rsid w:val="003D55DD"/>
    <w:rsid w:val="003E1831"/>
    <w:rsid w:val="00424954"/>
    <w:rsid w:val="004C1386"/>
    <w:rsid w:val="004C220D"/>
    <w:rsid w:val="0055381E"/>
    <w:rsid w:val="005D05AC"/>
    <w:rsid w:val="00610B02"/>
    <w:rsid w:val="006308BF"/>
    <w:rsid w:val="00630F7F"/>
    <w:rsid w:val="0064435F"/>
    <w:rsid w:val="006773DD"/>
    <w:rsid w:val="006D470F"/>
    <w:rsid w:val="006F0422"/>
    <w:rsid w:val="007272A0"/>
    <w:rsid w:val="00727E88"/>
    <w:rsid w:val="007464E0"/>
    <w:rsid w:val="00775878"/>
    <w:rsid w:val="0080092C"/>
    <w:rsid w:val="00872453"/>
    <w:rsid w:val="008E7A45"/>
    <w:rsid w:val="008F13DD"/>
    <w:rsid w:val="008F4DC3"/>
    <w:rsid w:val="00902AA4"/>
    <w:rsid w:val="00906239"/>
    <w:rsid w:val="0095248B"/>
    <w:rsid w:val="009B7309"/>
    <w:rsid w:val="009F3B6C"/>
    <w:rsid w:val="009F5C36"/>
    <w:rsid w:val="00A27F12"/>
    <w:rsid w:val="00A30579"/>
    <w:rsid w:val="00A33D9B"/>
    <w:rsid w:val="00AA2626"/>
    <w:rsid w:val="00AA76C0"/>
    <w:rsid w:val="00B077EC"/>
    <w:rsid w:val="00B15B24"/>
    <w:rsid w:val="00B428DA"/>
    <w:rsid w:val="00B8247E"/>
    <w:rsid w:val="00BA0A0A"/>
    <w:rsid w:val="00BE56DF"/>
    <w:rsid w:val="00C265EE"/>
    <w:rsid w:val="00CA04AF"/>
    <w:rsid w:val="00D14ECD"/>
    <w:rsid w:val="00D64179"/>
    <w:rsid w:val="00E729A7"/>
    <w:rsid w:val="00E93C9B"/>
    <w:rsid w:val="00EC130A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275CCB66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Definition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14</TotalTime>
  <Pages>1</Pages>
  <Words>155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Kevin Gregory</cp:lastModifiedBy>
  <cp:revision>7</cp:revision>
  <cp:lastPrinted>2006-10-19T11:49:00Z</cp:lastPrinted>
  <dcterms:created xsi:type="dcterms:W3CDTF">2019-09-26T11:07:00Z</dcterms:created>
  <dcterms:modified xsi:type="dcterms:W3CDTF">2019-09-30T07:43:00Z</dcterms:modified>
</cp:coreProperties>
</file>